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C80A81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Matewan Pk8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054403</w:t>
            </w:r>
          </w:p>
        </w:tc>
        <w:tc>
          <w:tcPr>
            <w:tcW w:w="1799" w:type="dxa"/>
          </w:tcPr>
          <w:p w:rsidR="0098278E" w:rsidRPr="0098278E" w:rsidRDefault="00C80A8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C80A8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C80A8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41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C80A81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46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41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89.1%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48.8%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51.2%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95.1%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2.4%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2.4%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92.7%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14.6%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63.4%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14.6%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31.7%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26.8%</w:t>
            </w:r>
          </w:p>
        </w:tc>
        <w:tc>
          <w:tcPr>
            <w:tcW w:w="1260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  <w:tc>
          <w:tcPr>
            <w:tcW w:w="1260" w:type="dxa"/>
            <w:vAlign w:val="center"/>
          </w:tcPr>
          <w:p w:rsidR="0098278E" w:rsidRPr="009A772C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78.0%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C80A8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7.3%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C80A8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53.7%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2.4%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43.9%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7.3%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4.9%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56.1%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2.4%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51.2%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08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14.6%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9.8%</w:t>
            </w:r>
          </w:p>
        </w:tc>
        <w:tc>
          <w:tcPr>
            <w:tcW w:w="1080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22.0%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08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22.0%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22.0%</w:t>
            </w:r>
          </w:p>
        </w:tc>
        <w:tc>
          <w:tcPr>
            <w:tcW w:w="1080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14.6%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34.1%</w:t>
            </w:r>
          </w:p>
        </w:tc>
        <w:tc>
          <w:tcPr>
            <w:tcW w:w="1080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26.8%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12.2%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46.3%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12.2%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12.2%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58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5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C80A8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95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990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1117" w:type="dxa"/>
            <w:vAlign w:val="center"/>
          </w:tcPr>
          <w:p w:rsidR="00E412EB" w:rsidRPr="00F657D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762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1195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923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1117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51.2%</w:t>
            </w:r>
          </w:p>
        </w:tc>
        <w:tc>
          <w:tcPr>
            <w:tcW w:w="762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1195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23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E412EB" w:rsidRPr="009F32FE" w:rsidRDefault="00C80A8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12.2%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46.3%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48.8%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12.2%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762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923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C80A8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80.5%</w:t>
            </w:r>
          </w:p>
        </w:tc>
        <w:tc>
          <w:tcPr>
            <w:tcW w:w="1530" w:type="dxa"/>
            <w:vAlign w:val="center"/>
          </w:tcPr>
          <w:p w:rsidR="00A060F0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19.5%</w:t>
            </w:r>
          </w:p>
        </w:tc>
        <w:tc>
          <w:tcPr>
            <w:tcW w:w="1530" w:type="dxa"/>
            <w:vAlign w:val="center"/>
          </w:tcPr>
          <w:p w:rsidR="00A060F0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87.8%</w:t>
            </w:r>
          </w:p>
        </w:tc>
        <w:tc>
          <w:tcPr>
            <w:tcW w:w="1530" w:type="dxa"/>
            <w:vAlign w:val="center"/>
          </w:tcPr>
          <w:p w:rsidR="00E412EB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530" w:type="dxa"/>
            <w:vAlign w:val="center"/>
          </w:tcPr>
          <w:p w:rsidR="00E412EB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80.5%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17.1%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48.8%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12.2%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4.9%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12.2%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12.2%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12.2%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9.8%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4.9%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29.3%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12.2%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7.3%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14.6%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19.5%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26.8%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12.2%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22.0%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4.9%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9.8%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14.6%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4.9%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4.9%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9.8%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9.8%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9.8%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17.1%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2.4%</w:t>
            </w:r>
          </w:p>
        </w:tc>
        <w:tc>
          <w:tcPr>
            <w:tcW w:w="2233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2.4%</w:t>
            </w:r>
          </w:p>
        </w:tc>
        <w:tc>
          <w:tcPr>
            <w:tcW w:w="1817" w:type="dxa"/>
            <w:vAlign w:val="center"/>
          </w:tcPr>
          <w:p w:rsidR="00F657DE" w:rsidRDefault="00C80A8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2.4%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43.9%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43.9%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68.3%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73.2%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48.8%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39.0%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31.7%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46.3%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39.0%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46.3%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C80A8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19.5%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C80A81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A lot of activities about GEAR UP.; More help fomr state wide collage teachers just to see how they like things to be in their perspective.; nothing because in not going to collage; To go talk to many of the college students from different colleges from all in West Virginia and stay in dorms to just get a feel of the place.;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A81" w:rsidRDefault="00C80A81" w:rsidP="0035328A">
      <w:pPr>
        <w:spacing w:after="0" w:line="240" w:lineRule="auto"/>
      </w:pPr>
      <w:r>
        <w:separator/>
      </w:r>
    </w:p>
  </w:endnote>
  <w:endnote w:type="continuationSeparator" w:id="0">
    <w:p w:rsidR="00C80A81" w:rsidRDefault="00C80A8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C80A81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A81" w:rsidRDefault="00C80A81" w:rsidP="0035328A">
      <w:pPr>
        <w:spacing w:after="0" w:line="240" w:lineRule="auto"/>
      </w:pPr>
      <w:r>
        <w:separator/>
      </w:r>
    </w:p>
  </w:footnote>
  <w:footnote w:type="continuationSeparator" w:id="0">
    <w:p w:rsidR="00C80A81" w:rsidRDefault="00C80A8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A81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0A81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0BB0A42A-955B-40A5-AD4C-DB381808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4E55-4EAF-4FA4-AF73-DE8816C3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